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76E2BA" w14:textId="77777777" w:rsidR="00980308" w:rsidRDefault="007F283A">
      <w:r>
        <w:rPr>
          <w:rFonts w:ascii="Arial-BoldMT" w:hAnsi="Arial-BoldMT" w:cs="Arial-BoldMT"/>
          <w:b/>
          <w:bCs/>
          <w:sz w:val="20"/>
          <w:szCs w:val="20"/>
        </w:rPr>
        <w:t>Specifikace a požadavky na minimální konfiguraci vozidla:</w:t>
      </w:r>
    </w:p>
    <w:p w14:paraId="0BE4CC98" w14:textId="77777777" w:rsidR="007F283A" w:rsidRDefault="007F283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2552"/>
        <w:gridCol w:w="2546"/>
      </w:tblGrid>
      <w:tr w:rsidR="007F283A" w14:paraId="05A797D9" w14:textId="77777777" w:rsidTr="007F283A">
        <w:tc>
          <w:tcPr>
            <w:tcW w:w="3964" w:type="dxa"/>
          </w:tcPr>
          <w:p w14:paraId="6389A095" w14:textId="77777777" w:rsidR="007F283A" w:rsidRDefault="007F283A"/>
        </w:tc>
        <w:tc>
          <w:tcPr>
            <w:tcW w:w="2552" w:type="dxa"/>
          </w:tcPr>
          <w:p w14:paraId="31E26B44" w14:textId="77777777" w:rsidR="007F283A" w:rsidRDefault="007F283A" w:rsidP="007258C4">
            <w:r>
              <w:t>Splňuje (A</w:t>
            </w:r>
            <w:r w:rsidR="007258C4">
              <w:t>N</w:t>
            </w:r>
            <w:r>
              <w:t>O/NE)</w:t>
            </w:r>
          </w:p>
        </w:tc>
        <w:tc>
          <w:tcPr>
            <w:tcW w:w="2546" w:type="dxa"/>
          </w:tcPr>
          <w:p w14:paraId="5639E233" w14:textId="77777777" w:rsidR="007F283A" w:rsidRDefault="007F283A" w:rsidP="008F43F5">
            <w:r>
              <w:t xml:space="preserve">Nesplňuje </w:t>
            </w:r>
            <w:r w:rsidR="008F43F5">
              <w:t xml:space="preserve">- </w:t>
            </w:r>
            <w:r>
              <w:t>důvod</w:t>
            </w:r>
          </w:p>
        </w:tc>
      </w:tr>
      <w:tr w:rsidR="007F283A" w14:paraId="08CFA1DD" w14:textId="77777777" w:rsidTr="007F283A">
        <w:tc>
          <w:tcPr>
            <w:tcW w:w="3964" w:type="dxa"/>
          </w:tcPr>
          <w:p w14:paraId="097900BB" w14:textId="77777777" w:rsidR="007F283A" w:rsidRPr="007F283A" w:rsidRDefault="007F283A" w:rsidP="007F283A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  <w:highlight w:val="yellow"/>
              </w:rPr>
            </w:pPr>
            <w:r w:rsidRPr="00094908">
              <w:rPr>
                <w:rFonts w:ascii="ArialMT" w:hAnsi="ArialMT" w:cs="ArialMT"/>
                <w:b/>
                <w:sz w:val="20"/>
                <w:szCs w:val="20"/>
              </w:rPr>
              <w:t>1. motorizace:</w:t>
            </w:r>
          </w:p>
        </w:tc>
        <w:tc>
          <w:tcPr>
            <w:tcW w:w="2552" w:type="dxa"/>
          </w:tcPr>
          <w:p w14:paraId="021DAF73" w14:textId="77777777" w:rsidR="007F283A" w:rsidRDefault="007F283A" w:rsidP="007F283A"/>
        </w:tc>
        <w:tc>
          <w:tcPr>
            <w:tcW w:w="2546" w:type="dxa"/>
          </w:tcPr>
          <w:p w14:paraId="47E07404" w14:textId="77777777" w:rsidR="007F283A" w:rsidRDefault="007F283A" w:rsidP="007F283A"/>
        </w:tc>
      </w:tr>
      <w:tr w:rsidR="007F283A" w14:paraId="09A8CD36" w14:textId="77777777" w:rsidTr="007F283A">
        <w:tc>
          <w:tcPr>
            <w:tcW w:w="3964" w:type="dxa"/>
          </w:tcPr>
          <w:p w14:paraId="20814EB0" w14:textId="0752DC72" w:rsidR="00F0124C" w:rsidRPr="00F0124C" w:rsidRDefault="00F0124C" w:rsidP="00F0124C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</w:t>
            </w:r>
            <w:r w:rsidRPr="00F0124C">
              <w:rPr>
                <w:rFonts w:ascii="ArialMT" w:hAnsi="ArialMT" w:cs="ArialMT"/>
                <w:sz w:val="20"/>
                <w:szCs w:val="20"/>
              </w:rPr>
              <w:t>řevodovka automat</w:t>
            </w:r>
          </w:p>
        </w:tc>
        <w:tc>
          <w:tcPr>
            <w:tcW w:w="2552" w:type="dxa"/>
          </w:tcPr>
          <w:p w14:paraId="1BB480A5" w14:textId="77777777" w:rsidR="007F283A" w:rsidRDefault="007F283A" w:rsidP="007F283A"/>
        </w:tc>
        <w:tc>
          <w:tcPr>
            <w:tcW w:w="2546" w:type="dxa"/>
          </w:tcPr>
          <w:p w14:paraId="76B7F116" w14:textId="77777777" w:rsidR="007F283A" w:rsidRDefault="007F283A" w:rsidP="007F283A"/>
        </w:tc>
      </w:tr>
      <w:tr w:rsidR="007F283A" w14:paraId="409673AF" w14:textId="77777777" w:rsidTr="007F283A">
        <w:tc>
          <w:tcPr>
            <w:tcW w:w="3964" w:type="dxa"/>
          </w:tcPr>
          <w:p w14:paraId="2BD5399B" w14:textId="04A0C259" w:rsidR="007F283A" w:rsidRPr="00F0124C" w:rsidRDefault="00F0124C" w:rsidP="00F0124C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pohon FULL HYBRID</w:t>
            </w:r>
            <w:r w:rsidR="00FD44C9">
              <w:rPr>
                <w:rFonts w:ascii="ArialMT" w:hAnsi="ArialMT" w:cs="ArialMT"/>
                <w:sz w:val="20"/>
                <w:szCs w:val="20"/>
              </w:rPr>
              <w:t xml:space="preserve"> (samonabíjecí)</w:t>
            </w:r>
          </w:p>
        </w:tc>
        <w:tc>
          <w:tcPr>
            <w:tcW w:w="2552" w:type="dxa"/>
          </w:tcPr>
          <w:p w14:paraId="2E0FB07F" w14:textId="77777777" w:rsidR="007F283A" w:rsidRDefault="007F283A" w:rsidP="007F283A"/>
        </w:tc>
        <w:tc>
          <w:tcPr>
            <w:tcW w:w="2546" w:type="dxa"/>
          </w:tcPr>
          <w:p w14:paraId="2AF2D307" w14:textId="77777777" w:rsidR="007F283A" w:rsidRDefault="007F283A" w:rsidP="007F283A"/>
        </w:tc>
      </w:tr>
      <w:tr w:rsidR="007F283A" w14:paraId="19DF9A25" w14:textId="77777777" w:rsidTr="007F283A">
        <w:tc>
          <w:tcPr>
            <w:tcW w:w="3964" w:type="dxa"/>
          </w:tcPr>
          <w:p w14:paraId="66E0C6A1" w14:textId="1318F39D" w:rsidR="007F283A" w:rsidRPr="00F0124C" w:rsidRDefault="00F0124C" w:rsidP="009E0B8A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v</w:t>
            </w:r>
            <w:r w:rsidRPr="00F0124C">
              <w:rPr>
                <w:rFonts w:ascii="ArialMT" w:hAnsi="ArialMT" w:cs="ArialMT"/>
                <w:sz w:val="20"/>
                <w:szCs w:val="20"/>
              </w:rPr>
              <w:t>ýkon m</w:t>
            </w:r>
            <w:r w:rsidR="009E0B8A">
              <w:rPr>
                <w:rFonts w:ascii="ArialMT" w:hAnsi="ArialMT" w:cs="ArialMT"/>
                <w:sz w:val="20"/>
                <w:szCs w:val="20"/>
              </w:rPr>
              <w:t>o</w:t>
            </w:r>
            <w:bookmarkStart w:id="0" w:name="_GoBack"/>
            <w:bookmarkEnd w:id="0"/>
            <w:r w:rsidRPr="00F0124C">
              <w:rPr>
                <w:rFonts w:ascii="ArialMT" w:hAnsi="ArialMT" w:cs="ArialMT"/>
                <w:sz w:val="20"/>
                <w:szCs w:val="20"/>
              </w:rPr>
              <w:t xml:space="preserve">toru </w:t>
            </w:r>
            <w:r>
              <w:rPr>
                <w:rFonts w:ascii="ArialMT" w:hAnsi="ArialMT" w:cs="ArialMT"/>
                <w:sz w:val="20"/>
                <w:szCs w:val="20"/>
              </w:rPr>
              <w:t>min. 140 kW</w:t>
            </w:r>
          </w:p>
        </w:tc>
        <w:tc>
          <w:tcPr>
            <w:tcW w:w="2552" w:type="dxa"/>
          </w:tcPr>
          <w:p w14:paraId="58310852" w14:textId="77777777" w:rsidR="007F283A" w:rsidRDefault="007F283A" w:rsidP="007F283A"/>
        </w:tc>
        <w:tc>
          <w:tcPr>
            <w:tcW w:w="2546" w:type="dxa"/>
          </w:tcPr>
          <w:p w14:paraId="6C1918F7" w14:textId="77777777" w:rsidR="007F283A" w:rsidRDefault="007F283A" w:rsidP="007F283A"/>
        </w:tc>
      </w:tr>
      <w:tr w:rsidR="007F283A" w14:paraId="749E7A79" w14:textId="77777777" w:rsidTr="007F283A">
        <w:tc>
          <w:tcPr>
            <w:tcW w:w="3964" w:type="dxa"/>
          </w:tcPr>
          <w:p w14:paraId="32292BD3" w14:textId="54881D2B" w:rsidR="007F283A" w:rsidRPr="00F0124C" w:rsidRDefault="00F0124C" w:rsidP="00F0124C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objem motoru min. 1 750 cm3</w:t>
            </w:r>
          </w:p>
        </w:tc>
        <w:tc>
          <w:tcPr>
            <w:tcW w:w="2552" w:type="dxa"/>
          </w:tcPr>
          <w:p w14:paraId="708301D6" w14:textId="77777777" w:rsidR="007F283A" w:rsidRDefault="007F283A" w:rsidP="007F283A"/>
        </w:tc>
        <w:tc>
          <w:tcPr>
            <w:tcW w:w="2546" w:type="dxa"/>
          </w:tcPr>
          <w:p w14:paraId="6CEA53D1" w14:textId="77777777" w:rsidR="007F283A" w:rsidRDefault="007F283A" w:rsidP="007F283A"/>
        </w:tc>
      </w:tr>
      <w:tr w:rsidR="007F283A" w14:paraId="4DF6383F" w14:textId="77777777" w:rsidTr="007F283A">
        <w:tc>
          <w:tcPr>
            <w:tcW w:w="3964" w:type="dxa"/>
          </w:tcPr>
          <w:p w14:paraId="7ECD7667" w14:textId="25E4586D" w:rsidR="007F283A" w:rsidRPr="00F0124C" w:rsidRDefault="00F0124C" w:rsidP="00F0124C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pohon předních kol</w:t>
            </w:r>
          </w:p>
        </w:tc>
        <w:tc>
          <w:tcPr>
            <w:tcW w:w="2552" w:type="dxa"/>
          </w:tcPr>
          <w:p w14:paraId="2B4456C3" w14:textId="77777777" w:rsidR="007F283A" w:rsidRDefault="007F283A" w:rsidP="007F283A"/>
        </w:tc>
        <w:tc>
          <w:tcPr>
            <w:tcW w:w="2546" w:type="dxa"/>
          </w:tcPr>
          <w:p w14:paraId="77C14EBA" w14:textId="77777777" w:rsidR="007F283A" w:rsidRDefault="007F283A" w:rsidP="007F283A"/>
        </w:tc>
      </w:tr>
      <w:tr w:rsidR="007F283A" w14:paraId="5C7A6243" w14:textId="77777777" w:rsidTr="007F283A">
        <w:tc>
          <w:tcPr>
            <w:tcW w:w="3964" w:type="dxa"/>
          </w:tcPr>
          <w:p w14:paraId="79D89A55" w14:textId="00599293" w:rsidR="007F283A" w:rsidRDefault="00F0124C" w:rsidP="00F0124C">
            <w:pPr>
              <w:pStyle w:val="Odstavecseseznamem"/>
              <w:numPr>
                <w:ilvl w:val="0"/>
                <w:numId w:val="2"/>
              </w:numPr>
            </w:pPr>
            <w:r>
              <w:t>typ motoru čtyřválec</w:t>
            </w:r>
          </w:p>
        </w:tc>
        <w:tc>
          <w:tcPr>
            <w:tcW w:w="2552" w:type="dxa"/>
          </w:tcPr>
          <w:p w14:paraId="05A599BB" w14:textId="77777777" w:rsidR="007F283A" w:rsidRDefault="007F283A" w:rsidP="007F283A"/>
        </w:tc>
        <w:tc>
          <w:tcPr>
            <w:tcW w:w="2546" w:type="dxa"/>
          </w:tcPr>
          <w:p w14:paraId="3D074F4F" w14:textId="77777777" w:rsidR="007F283A" w:rsidRDefault="007F283A" w:rsidP="007F283A"/>
        </w:tc>
      </w:tr>
      <w:tr w:rsidR="007F283A" w14:paraId="13DDCB2B" w14:textId="77777777" w:rsidTr="007F283A">
        <w:tc>
          <w:tcPr>
            <w:tcW w:w="3964" w:type="dxa"/>
          </w:tcPr>
          <w:p w14:paraId="5E189900" w14:textId="77777777" w:rsidR="007F283A" w:rsidRPr="00A77AAB" w:rsidRDefault="007F283A" w:rsidP="007F283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0B28E15" w14:textId="77777777" w:rsidR="007F283A" w:rsidRDefault="007F283A" w:rsidP="007F283A"/>
        </w:tc>
        <w:tc>
          <w:tcPr>
            <w:tcW w:w="2546" w:type="dxa"/>
          </w:tcPr>
          <w:p w14:paraId="0D01A9DA" w14:textId="77777777" w:rsidR="007F283A" w:rsidRDefault="007F283A" w:rsidP="007F283A"/>
        </w:tc>
      </w:tr>
      <w:tr w:rsidR="007F283A" w14:paraId="146F6306" w14:textId="77777777" w:rsidTr="007F283A">
        <w:tc>
          <w:tcPr>
            <w:tcW w:w="3964" w:type="dxa"/>
          </w:tcPr>
          <w:p w14:paraId="3EC7E239" w14:textId="77777777" w:rsidR="007F283A" w:rsidRPr="007F283A" w:rsidRDefault="007F283A" w:rsidP="007F283A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  <w:highlight w:val="yellow"/>
              </w:rPr>
            </w:pPr>
            <w:r w:rsidRPr="00094908">
              <w:rPr>
                <w:rFonts w:ascii="ArialMT" w:hAnsi="ArialMT" w:cs="ArialMT"/>
                <w:b/>
                <w:sz w:val="20"/>
                <w:szCs w:val="20"/>
              </w:rPr>
              <w:t>2. rozměry:</w:t>
            </w:r>
          </w:p>
        </w:tc>
        <w:tc>
          <w:tcPr>
            <w:tcW w:w="2552" w:type="dxa"/>
          </w:tcPr>
          <w:p w14:paraId="153E87FD" w14:textId="77777777" w:rsidR="007F283A" w:rsidRDefault="007F283A" w:rsidP="007F283A"/>
        </w:tc>
        <w:tc>
          <w:tcPr>
            <w:tcW w:w="2546" w:type="dxa"/>
          </w:tcPr>
          <w:p w14:paraId="1AF3C23D" w14:textId="77777777" w:rsidR="007F283A" w:rsidRDefault="007F283A" w:rsidP="007F283A"/>
        </w:tc>
      </w:tr>
      <w:tr w:rsidR="007F283A" w14:paraId="68B1B760" w14:textId="77777777" w:rsidTr="007F283A">
        <w:tc>
          <w:tcPr>
            <w:tcW w:w="3964" w:type="dxa"/>
          </w:tcPr>
          <w:p w14:paraId="10368DE3" w14:textId="456B9537" w:rsidR="007F283A" w:rsidRDefault="00F0124C" w:rsidP="00F0124C">
            <w:pPr>
              <w:pStyle w:val="Odstavecseseznamem"/>
              <w:numPr>
                <w:ilvl w:val="0"/>
                <w:numId w:val="3"/>
              </w:numPr>
            </w:pPr>
            <w:r>
              <w:t>objem zavazadlového prostoru min. 470 l</w:t>
            </w:r>
          </w:p>
        </w:tc>
        <w:tc>
          <w:tcPr>
            <w:tcW w:w="2552" w:type="dxa"/>
          </w:tcPr>
          <w:p w14:paraId="17EDF37E" w14:textId="77777777" w:rsidR="007F283A" w:rsidRDefault="007F283A" w:rsidP="007F283A"/>
        </w:tc>
        <w:tc>
          <w:tcPr>
            <w:tcW w:w="2546" w:type="dxa"/>
          </w:tcPr>
          <w:p w14:paraId="1EA2DAD4" w14:textId="77777777" w:rsidR="007F283A" w:rsidRDefault="007F283A" w:rsidP="007F283A"/>
        </w:tc>
      </w:tr>
      <w:tr w:rsidR="007F283A" w14:paraId="67C9E508" w14:textId="77777777" w:rsidTr="007F283A">
        <w:tc>
          <w:tcPr>
            <w:tcW w:w="3964" w:type="dxa"/>
          </w:tcPr>
          <w:p w14:paraId="04D4DF35" w14:textId="77777777" w:rsidR="007F283A" w:rsidRPr="0093402F" w:rsidRDefault="007F283A" w:rsidP="007F283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58394FF" w14:textId="77777777" w:rsidR="007F283A" w:rsidRDefault="007F283A" w:rsidP="007F283A"/>
        </w:tc>
        <w:tc>
          <w:tcPr>
            <w:tcW w:w="2546" w:type="dxa"/>
          </w:tcPr>
          <w:p w14:paraId="53F7E2F0" w14:textId="77777777" w:rsidR="007F283A" w:rsidRDefault="007F283A" w:rsidP="007F283A"/>
        </w:tc>
      </w:tr>
      <w:tr w:rsidR="007F283A" w14:paraId="13D9B2E5" w14:textId="77777777" w:rsidTr="007F283A">
        <w:tc>
          <w:tcPr>
            <w:tcW w:w="3964" w:type="dxa"/>
          </w:tcPr>
          <w:p w14:paraId="47644790" w14:textId="77777777" w:rsidR="007F283A" w:rsidRPr="007F283A" w:rsidRDefault="007F283A" w:rsidP="007F283A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  <w:highlight w:val="yellow"/>
              </w:rPr>
            </w:pPr>
            <w:r w:rsidRPr="00094908">
              <w:rPr>
                <w:rFonts w:ascii="ArialMT" w:hAnsi="ArialMT" w:cs="ArialMT"/>
                <w:b/>
                <w:sz w:val="20"/>
                <w:szCs w:val="20"/>
              </w:rPr>
              <w:t>3. výbava:</w:t>
            </w:r>
          </w:p>
        </w:tc>
        <w:tc>
          <w:tcPr>
            <w:tcW w:w="2552" w:type="dxa"/>
          </w:tcPr>
          <w:p w14:paraId="6D1A291D" w14:textId="77777777" w:rsidR="007F283A" w:rsidRDefault="007F283A" w:rsidP="007F283A"/>
        </w:tc>
        <w:tc>
          <w:tcPr>
            <w:tcW w:w="2546" w:type="dxa"/>
          </w:tcPr>
          <w:p w14:paraId="1FA83A85" w14:textId="77777777" w:rsidR="007F283A" w:rsidRDefault="007F283A" w:rsidP="007F283A"/>
        </w:tc>
      </w:tr>
      <w:tr w:rsidR="007F283A" w14:paraId="03BCAC01" w14:textId="77777777" w:rsidTr="007F283A">
        <w:tc>
          <w:tcPr>
            <w:tcW w:w="3964" w:type="dxa"/>
          </w:tcPr>
          <w:p w14:paraId="21B0C5F9" w14:textId="7FA87A18" w:rsidR="007F283A" w:rsidRPr="00F0124C" w:rsidRDefault="00F0124C" w:rsidP="00F0124C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F0124C">
              <w:rPr>
                <w:rFonts w:ascii="ArialMT" w:hAnsi="ArialMT" w:cs="ArialMT"/>
                <w:sz w:val="20"/>
                <w:szCs w:val="20"/>
              </w:rPr>
              <w:t xml:space="preserve">airbag </w:t>
            </w:r>
            <w:r>
              <w:rPr>
                <w:rFonts w:ascii="ArialMT" w:hAnsi="ArialMT" w:cs="ArialMT"/>
                <w:sz w:val="20"/>
                <w:szCs w:val="20"/>
              </w:rPr>
              <w:t>řidiče a spolujezdce (vypínatelný u spolujezdce)</w:t>
            </w:r>
          </w:p>
        </w:tc>
        <w:tc>
          <w:tcPr>
            <w:tcW w:w="2552" w:type="dxa"/>
          </w:tcPr>
          <w:p w14:paraId="15A79F93" w14:textId="77777777" w:rsidR="007F283A" w:rsidRDefault="007F283A" w:rsidP="007F283A"/>
        </w:tc>
        <w:tc>
          <w:tcPr>
            <w:tcW w:w="2546" w:type="dxa"/>
          </w:tcPr>
          <w:p w14:paraId="5AA19421" w14:textId="77777777" w:rsidR="007F283A" w:rsidRDefault="007F283A" w:rsidP="007F283A"/>
        </w:tc>
      </w:tr>
      <w:tr w:rsidR="007F283A" w14:paraId="0BE33964" w14:textId="77777777" w:rsidTr="007F283A">
        <w:tc>
          <w:tcPr>
            <w:tcW w:w="3964" w:type="dxa"/>
          </w:tcPr>
          <w:p w14:paraId="781F590F" w14:textId="2B741209" w:rsidR="007F283A" w:rsidRPr="00F0124C" w:rsidRDefault="00F0124C" w:rsidP="00F0124C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boční airbagy vpředu</w:t>
            </w:r>
          </w:p>
        </w:tc>
        <w:tc>
          <w:tcPr>
            <w:tcW w:w="2552" w:type="dxa"/>
          </w:tcPr>
          <w:p w14:paraId="65A88537" w14:textId="77777777" w:rsidR="007F283A" w:rsidRDefault="007F283A" w:rsidP="007F283A"/>
        </w:tc>
        <w:tc>
          <w:tcPr>
            <w:tcW w:w="2546" w:type="dxa"/>
          </w:tcPr>
          <w:p w14:paraId="0D0B770F" w14:textId="77777777" w:rsidR="007F283A" w:rsidRDefault="007F283A" w:rsidP="007F283A"/>
        </w:tc>
      </w:tr>
      <w:tr w:rsidR="007F283A" w14:paraId="1E87DFA5" w14:textId="77777777" w:rsidTr="007F283A">
        <w:tc>
          <w:tcPr>
            <w:tcW w:w="3964" w:type="dxa"/>
          </w:tcPr>
          <w:p w14:paraId="271D7AFC" w14:textId="46009DB5" w:rsidR="007F283A" w:rsidRPr="00F0124C" w:rsidRDefault="00FD44C9" w:rsidP="00F0124C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centrální airbag pro řidiče a spolujezdce</w:t>
            </w:r>
          </w:p>
        </w:tc>
        <w:tc>
          <w:tcPr>
            <w:tcW w:w="2552" w:type="dxa"/>
          </w:tcPr>
          <w:p w14:paraId="3103DE3B" w14:textId="77777777" w:rsidR="007F283A" w:rsidRDefault="007F283A" w:rsidP="007F283A"/>
        </w:tc>
        <w:tc>
          <w:tcPr>
            <w:tcW w:w="2546" w:type="dxa"/>
          </w:tcPr>
          <w:p w14:paraId="7C713840" w14:textId="77777777" w:rsidR="007F283A" w:rsidRDefault="007F283A" w:rsidP="007F283A"/>
        </w:tc>
      </w:tr>
      <w:tr w:rsidR="007F283A" w14:paraId="5094F58B" w14:textId="77777777" w:rsidTr="007F283A">
        <w:tc>
          <w:tcPr>
            <w:tcW w:w="3964" w:type="dxa"/>
          </w:tcPr>
          <w:p w14:paraId="5D9B8219" w14:textId="5D88AB83" w:rsidR="007F283A" w:rsidRPr="00F0124C" w:rsidRDefault="00F0124C" w:rsidP="00F0124C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F0124C">
              <w:rPr>
                <w:rFonts w:ascii="ArialMT" w:hAnsi="ArialMT" w:cs="ArialMT"/>
                <w:sz w:val="20"/>
                <w:szCs w:val="20"/>
              </w:rPr>
              <w:t>protiprokluzový systém ABS</w:t>
            </w:r>
          </w:p>
        </w:tc>
        <w:tc>
          <w:tcPr>
            <w:tcW w:w="2552" w:type="dxa"/>
          </w:tcPr>
          <w:p w14:paraId="31DAEC06" w14:textId="77777777" w:rsidR="007F283A" w:rsidRDefault="007F283A" w:rsidP="007F283A"/>
        </w:tc>
        <w:tc>
          <w:tcPr>
            <w:tcW w:w="2546" w:type="dxa"/>
          </w:tcPr>
          <w:p w14:paraId="369D6E15" w14:textId="77777777" w:rsidR="007F283A" w:rsidRDefault="007F283A" w:rsidP="007F283A"/>
        </w:tc>
      </w:tr>
      <w:tr w:rsidR="007F283A" w14:paraId="0A5A94DB" w14:textId="77777777" w:rsidTr="007F283A">
        <w:tc>
          <w:tcPr>
            <w:tcW w:w="3964" w:type="dxa"/>
          </w:tcPr>
          <w:p w14:paraId="7D9CAE22" w14:textId="31810541" w:rsidR="007F283A" w:rsidRPr="00FD44C9" w:rsidRDefault="00FD44C9" w:rsidP="00FD44C9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proofErr w:type="spellStart"/>
            <w:r>
              <w:rPr>
                <w:rFonts w:ascii="ArialMT" w:hAnsi="ArialMT" w:cs="ArialMT"/>
                <w:sz w:val="20"/>
                <w:szCs w:val="20"/>
              </w:rPr>
              <w:t>předkolizní</w:t>
            </w:r>
            <w:proofErr w:type="spellEnd"/>
            <w:r>
              <w:rPr>
                <w:rFonts w:ascii="ArialMT" w:hAnsi="ArialMT" w:cs="ArialMT"/>
                <w:sz w:val="20"/>
                <w:szCs w:val="20"/>
              </w:rPr>
              <w:t xml:space="preserve"> bezp</w:t>
            </w:r>
            <w:r w:rsidR="006D06E0">
              <w:rPr>
                <w:rFonts w:ascii="ArialMT" w:hAnsi="ArialMT" w:cs="ArialMT"/>
                <w:sz w:val="20"/>
                <w:szCs w:val="20"/>
              </w:rPr>
              <w:t>ečnostní</w:t>
            </w:r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6D06E0">
              <w:rPr>
                <w:rFonts w:ascii="ArialMT" w:hAnsi="ArialMT" w:cs="ArialMT"/>
                <w:sz w:val="20"/>
                <w:szCs w:val="20"/>
              </w:rPr>
              <w:t>s</w:t>
            </w:r>
            <w:r>
              <w:rPr>
                <w:rFonts w:ascii="ArialMT" w:hAnsi="ArialMT" w:cs="ArialMT"/>
                <w:sz w:val="20"/>
                <w:szCs w:val="20"/>
              </w:rPr>
              <w:t>ystém s funkcí rozpoznávání chodců, cyklistů a protijedoucích vozidel</w:t>
            </w:r>
          </w:p>
        </w:tc>
        <w:tc>
          <w:tcPr>
            <w:tcW w:w="2552" w:type="dxa"/>
          </w:tcPr>
          <w:p w14:paraId="7ED149FB" w14:textId="77777777" w:rsidR="007F283A" w:rsidRDefault="007F283A" w:rsidP="007F283A"/>
        </w:tc>
        <w:tc>
          <w:tcPr>
            <w:tcW w:w="2546" w:type="dxa"/>
          </w:tcPr>
          <w:p w14:paraId="3E10174C" w14:textId="77777777" w:rsidR="007F283A" w:rsidRDefault="007F283A" w:rsidP="007F283A"/>
        </w:tc>
      </w:tr>
      <w:tr w:rsidR="007F283A" w14:paraId="5958A7DF" w14:textId="77777777" w:rsidTr="007F283A">
        <w:tc>
          <w:tcPr>
            <w:tcW w:w="3964" w:type="dxa"/>
          </w:tcPr>
          <w:p w14:paraId="500D4BA8" w14:textId="22DD92F4" w:rsidR="007F283A" w:rsidRPr="00FD44C9" w:rsidRDefault="00FD44C9" w:rsidP="00FD44C9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automatická dálková světla</w:t>
            </w:r>
          </w:p>
        </w:tc>
        <w:tc>
          <w:tcPr>
            <w:tcW w:w="2552" w:type="dxa"/>
          </w:tcPr>
          <w:p w14:paraId="291C4B6B" w14:textId="77777777" w:rsidR="007F283A" w:rsidRDefault="007F283A" w:rsidP="007F283A"/>
        </w:tc>
        <w:tc>
          <w:tcPr>
            <w:tcW w:w="2546" w:type="dxa"/>
          </w:tcPr>
          <w:p w14:paraId="3D86041D" w14:textId="77777777" w:rsidR="007F283A" w:rsidRDefault="007F283A" w:rsidP="007F283A"/>
        </w:tc>
      </w:tr>
      <w:tr w:rsidR="007F283A" w14:paraId="3D359674" w14:textId="77777777" w:rsidTr="007F283A">
        <w:tc>
          <w:tcPr>
            <w:tcW w:w="3964" w:type="dxa"/>
          </w:tcPr>
          <w:p w14:paraId="392CFFF6" w14:textId="73C9CED0" w:rsidR="007F283A" w:rsidRPr="00FD44C9" w:rsidRDefault="00FD44C9" w:rsidP="00FD44C9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led přední a zadní světlomety</w:t>
            </w:r>
          </w:p>
        </w:tc>
        <w:tc>
          <w:tcPr>
            <w:tcW w:w="2552" w:type="dxa"/>
          </w:tcPr>
          <w:p w14:paraId="0E645411" w14:textId="77777777" w:rsidR="007F283A" w:rsidRDefault="007F283A" w:rsidP="007F283A"/>
        </w:tc>
        <w:tc>
          <w:tcPr>
            <w:tcW w:w="2546" w:type="dxa"/>
          </w:tcPr>
          <w:p w14:paraId="39F9BF88" w14:textId="77777777" w:rsidR="007F283A" w:rsidRDefault="007F283A" w:rsidP="007F283A"/>
        </w:tc>
      </w:tr>
      <w:tr w:rsidR="007F283A" w14:paraId="49CE5AC1" w14:textId="77777777" w:rsidTr="007F283A">
        <w:tc>
          <w:tcPr>
            <w:tcW w:w="3964" w:type="dxa"/>
          </w:tcPr>
          <w:p w14:paraId="4BD9B602" w14:textId="79423CAF" w:rsidR="007F283A" w:rsidRPr="00FD44C9" w:rsidRDefault="00FD44C9" w:rsidP="00FD44C9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zadní parkovací kamera s dynamickými vodícími čarami</w:t>
            </w:r>
          </w:p>
        </w:tc>
        <w:tc>
          <w:tcPr>
            <w:tcW w:w="2552" w:type="dxa"/>
          </w:tcPr>
          <w:p w14:paraId="7A284AB5" w14:textId="77777777" w:rsidR="007F283A" w:rsidRDefault="007F283A" w:rsidP="007F283A"/>
        </w:tc>
        <w:tc>
          <w:tcPr>
            <w:tcW w:w="2546" w:type="dxa"/>
          </w:tcPr>
          <w:p w14:paraId="76C6F5BD" w14:textId="77777777" w:rsidR="007F283A" w:rsidRDefault="007F283A" w:rsidP="007F283A"/>
        </w:tc>
      </w:tr>
      <w:tr w:rsidR="00C40907" w14:paraId="0D475722" w14:textId="77777777" w:rsidTr="007F283A">
        <w:tc>
          <w:tcPr>
            <w:tcW w:w="3964" w:type="dxa"/>
          </w:tcPr>
          <w:p w14:paraId="50EEC9D5" w14:textId="01E0A480" w:rsidR="00C40907" w:rsidRDefault="00C40907" w:rsidP="00FD44C9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automatický systém nouzového upozornění (E – CALL)</w:t>
            </w:r>
          </w:p>
        </w:tc>
        <w:tc>
          <w:tcPr>
            <w:tcW w:w="2552" w:type="dxa"/>
          </w:tcPr>
          <w:p w14:paraId="73C1E2CB" w14:textId="77777777" w:rsidR="00C40907" w:rsidRDefault="00C40907" w:rsidP="007F283A"/>
        </w:tc>
        <w:tc>
          <w:tcPr>
            <w:tcW w:w="2546" w:type="dxa"/>
          </w:tcPr>
          <w:p w14:paraId="70266D98" w14:textId="77777777" w:rsidR="00C40907" w:rsidRDefault="00C40907" w:rsidP="007F283A"/>
        </w:tc>
      </w:tr>
      <w:tr w:rsidR="007F283A" w14:paraId="551DA6A0" w14:textId="77777777" w:rsidTr="007F283A">
        <w:tc>
          <w:tcPr>
            <w:tcW w:w="3964" w:type="dxa"/>
          </w:tcPr>
          <w:p w14:paraId="5F8CC75D" w14:textId="075471E2" w:rsidR="007F283A" w:rsidRPr="00FD44C9" w:rsidRDefault="00FD44C9" w:rsidP="00FD44C9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dešťový senzor</w:t>
            </w:r>
          </w:p>
        </w:tc>
        <w:tc>
          <w:tcPr>
            <w:tcW w:w="2552" w:type="dxa"/>
          </w:tcPr>
          <w:p w14:paraId="36C91A05" w14:textId="77777777" w:rsidR="007F283A" w:rsidRDefault="007F283A" w:rsidP="007F283A"/>
        </w:tc>
        <w:tc>
          <w:tcPr>
            <w:tcW w:w="2546" w:type="dxa"/>
          </w:tcPr>
          <w:p w14:paraId="5BF8067C" w14:textId="77777777" w:rsidR="007F283A" w:rsidRDefault="007F283A" w:rsidP="007F283A"/>
        </w:tc>
      </w:tr>
      <w:tr w:rsidR="007F283A" w14:paraId="3B30F6DD" w14:textId="77777777" w:rsidTr="007F283A">
        <w:tc>
          <w:tcPr>
            <w:tcW w:w="3964" w:type="dxa"/>
          </w:tcPr>
          <w:p w14:paraId="6D8E3152" w14:textId="50F03165" w:rsidR="007F283A" w:rsidRPr="00FD44C9" w:rsidRDefault="00FD44C9" w:rsidP="00FD44C9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asistent pro rozjíždění do kopce</w:t>
            </w:r>
          </w:p>
        </w:tc>
        <w:tc>
          <w:tcPr>
            <w:tcW w:w="2552" w:type="dxa"/>
          </w:tcPr>
          <w:p w14:paraId="030717E5" w14:textId="77777777" w:rsidR="007F283A" w:rsidRDefault="007F283A" w:rsidP="007F283A"/>
        </w:tc>
        <w:tc>
          <w:tcPr>
            <w:tcW w:w="2546" w:type="dxa"/>
          </w:tcPr>
          <w:p w14:paraId="422C5E78" w14:textId="77777777" w:rsidR="007F283A" w:rsidRDefault="007F283A" w:rsidP="007F283A"/>
        </w:tc>
      </w:tr>
      <w:tr w:rsidR="007F283A" w14:paraId="160C1A36" w14:textId="77777777" w:rsidTr="007F283A">
        <w:tc>
          <w:tcPr>
            <w:tcW w:w="3964" w:type="dxa"/>
          </w:tcPr>
          <w:p w14:paraId="607B61E3" w14:textId="0E6D4DB9" w:rsidR="007F283A" w:rsidRPr="00FD44C9" w:rsidRDefault="00FD44C9" w:rsidP="00FD44C9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centrální</w:t>
            </w:r>
            <w:r w:rsidR="0014708C">
              <w:rPr>
                <w:rFonts w:ascii="ArialMT" w:hAnsi="ArialMT" w:cs="ArialMT"/>
                <w:sz w:val="20"/>
                <w:szCs w:val="20"/>
              </w:rPr>
              <w:t xml:space="preserve"> zamykání s dálkovým ovládáním</w:t>
            </w:r>
          </w:p>
        </w:tc>
        <w:tc>
          <w:tcPr>
            <w:tcW w:w="2552" w:type="dxa"/>
          </w:tcPr>
          <w:p w14:paraId="786726FD" w14:textId="77777777" w:rsidR="007F283A" w:rsidRDefault="007F283A" w:rsidP="007F283A"/>
        </w:tc>
        <w:tc>
          <w:tcPr>
            <w:tcW w:w="2546" w:type="dxa"/>
          </w:tcPr>
          <w:p w14:paraId="284FBCD6" w14:textId="77777777" w:rsidR="007F283A" w:rsidRDefault="007F283A" w:rsidP="007F283A"/>
        </w:tc>
      </w:tr>
      <w:tr w:rsidR="007F283A" w14:paraId="1980D9B3" w14:textId="77777777" w:rsidTr="007F283A">
        <w:tc>
          <w:tcPr>
            <w:tcW w:w="3964" w:type="dxa"/>
          </w:tcPr>
          <w:p w14:paraId="6956537F" w14:textId="6CA823AB" w:rsidR="007F283A" w:rsidRPr="0014708C" w:rsidRDefault="0014708C" w:rsidP="0014708C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elektrické ovládání předních oken</w:t>
            </w:r>
          </w:p>
        </w:tc>
        <w:tc>
          <w:tcPr>
            <w:tcW w:w="2552" w:type="dxa"/>
          </w:tcPr>
          <w:p w14:paraId="2FCE0CB9" w14:textId="77777777" w:rsidR="007F283A" w:rsidRDefault="007F283A" w:rsidP="007F283A"/>
        </w:tc>
        <w:tc>
          <w:tcPr>
            <w:tcW w:w="2546" w:type="dxa"/>
          </w:tcPr>
          <w:p w14:paraId="0ECAEA07" w14:textId="77777777" w:rsidR="007F283A" w:rsidRDefault="007F283A" w:rsidP="007F283A"/>
        </w:tc>
      </w:tr>
      <w:tr w:rsidR="007F283A" w14:paraId="2A2F7041" w14:textId="77777777" w:rsidTr="007F283A">
        <w:tc>
          <w:tcPr>
            <w:tcW w:w="3964" w:type="dxa"/>
          </w:tcPr>
          <w:p w14:paraId="7F2C629E" w14:textId="2D6CF329" w:rsidR="007F283A" w:rsidRDefault="0014708C" w:rsidP="0014708C">
            <w:pPr>
              <w:pStyle w:val="Odstavecseseznamem"/>
              <w:numPr>
                <w:ilvl w:val="0"/>
                <w:numId w:val="4"/>
              </w:numPr>
            </w:pPr>
            <w:r>
              <w:t>posilovač řízení a brzd</w:t>
            </w:r>
          </w:p>
        </w:tc>
        <w:tc>
          <w:tcPr>
            <w:tcW w:w="2552" w:type="dxa"/>
          </w:tcPr>
          <w:p w14:paraId="64D0493F" w14:textId="77777777" w:rsidR="007F283A" w:rsidRDefault="007F283A" w:rsidP="007F283A"/>
        </w:tc>
        <w:tc>
          <w:tcPr>
            <w:tcW w:w="2546" w:type="dxa"/>
          </w:tcPr>
          <w:p w14:paraId="2596EDD9" w14:textId="77777777" w:rsidR="007F283A" w:rsidRDefault="007F283A" w:rsidP="007F283A"/>
        </w:tc>
      </w:tr>
      <w:tr w:rsidR="006D06E0" w14:paraId="231A0FE4" w14:textId="77777777" w:rsidTr="007F283A">
        <w:tc>
          <w:tcPr>
            <w:tcW w:w="3964" w:type="dxa"/>
          </w:tcPr>
          <w:p w14:paraId="0F2493BB" w14:textId="554EC954" w:rsidR="006D06E0" w:rsidRDefault="006D06E0" w:rsidP="0014708C">
            <w:pPr>
              <w:pStyle w:val="Odstavecseseznamem"/>
              <w:numPr>
                <w:ilvl w:val="0"/>
                <w:numId w:val="4"/>
              </w:numPr>
            </w:pPr>
            <w:r>
              <w:t>vyhřívaný volant</w:t>
            </w:r>
          </w:p>
        </w:tc>
        <w:tc>
          <w:tcPr>
            <w:tcW w:w="2552" w:type="dxa"/>
          </w:tcPr>
          <w:p w14:paraId="094433E5" w14:textId="77777777" w:rsidR="006D06E0" w:rsidRDefault="006D06E0" w:rsidP="007F283A"/>
        </w:tc>
        <w:tc>
          <w:tcPr>
            <w:tcW w:w="2546" w:type="dxa"/>
          </w:tcPr>
          <w:p w14:paraId="18878C32" w14:textId="77777777" w:rsidR="006D06E0" w:rsidRDefault="006D06E0" w:rsidP="007F283A"/>
        </w:tc>
      </w:tr>
      <w:tr w:rsidR="007F283A" w14:paraId="058DAC56" w14:textId="77777777" w:rsidTr="007F283A">
        <w:tc>
          <w:tcPr>
            <w:tcW w:w="3964" w:type="dxa"/>
          </w:tcPr>
          <w:p w14:paraId="78F23FF5" w14:textId="4D05CB72" w:rsidR="007F283A" w:rsidRPr="0014708C" w:rsidRDefault="0014708C" w:rsidP="0014708C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vyhřívaná přední sedadla</w:t>
            </w:r>
          </w:p>
        </w:tc>
        <w:tc>
          <w:tcPr>
            <w:tcW w:w="2552" w:type="dxa"/>
          </w:tcPr>
          <w:p w14:paraId="008C8BC0" w14:textId="77777777" w:rsidR="007F283A" w:rsidRDefault="007F283A" w:rsidP="007F283A"/>
        </w:tc>
        <w:tc>
          <w:tcPr>
            <w:tcW w:w="2546" w:type="dxa"/>
          </w:tcPr>
          <w:p w14:paraId="2AD9EE0A" w14:textId="77777777" w:rsidR="007F283A" w:rsidRDefault="007F283A" w:rsidP="007F283A"/>
        </w:tc>
      </w:tr>
      <w:tr w:rsidR="007F283A" w14:paraId="50CBE68C" w14:textId="77777777" w:rsidTr="007F283A">
        <w:tc>
          <w:tcPr>
            <w:tcW w:w="3964" w:type="dxa"/>
          </w:tcPr>
          <w:p w14:paraId="27190EC9" w14:textId="46AFE952" w:rsidR="007F283A" w:rsidRPr="0014708C" w:rsidRDefault="0014708C" w:rsidP="0014708C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osvětlení zavazadlového prostoru</w:t>
            </w:r>
          </w:p>
        </w:tc>
        <w:tc>
          <w:tcPr>
            <w:tcW w:w="2552" w:type="dxa"/>
          </w:tcPr>
          <w:p w14:paraId="0759054F" w14:textId="77777777" w:rsidR="007F283A" w:rsidRDefault="007F283A" w:rsidP="007F283A"/>
        </w:tc>
        <w:tc>
          <w:tcPr>
            <w:tcW w:w="2546" w:type="dxa"/>
          </w:tcPr>
          <w:p w14:paraId="7D2D6014" w14:textId="77777777" w:rsidR="007F283A" w:rsidRDefault="007F283A" w:rsidP="007F283A"/>
        </w:tc>
      </w:tr>
      <w:tr w:rsidR="007F283A" w14:paraId="3CB4B023" w14:textId="77777777" w:rsidTr="007F283A">
        <w:tc>
          <w:tcPr>
            <w:tcW w:w="3964" w:type="dxa"/>
          </w:tcPr>
          <w:p w14:paraId="39587415" w14:textId="22FB785C" w:rsidR="007F283A" w:rsidRPr="0014708C" w:rsidRDefault="0014708C" w:rsidP="0014708C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světla pro denní svícení s automat. </w:t>
            </w:r>
            <w:r w:rsidR="006D06E0">
              <w:rPr>
                <w:rFonts w:ascii="ArialMT" w:hAnsi="ArialMT" w:cs="ArialMT"/>
                <w:sz w:val="20"/>
                <w:szCs w:val="20"/>
              </w:rPr>
              <w:t>r</w:t>
            </w:r>
            <w:r>
              <w:rPr>
                <w:rFonts w:ascii="ArialMT" w:hAnsi="ArialMT" w:cs="ArialMT"/>
                <w:sz w:val="20"/>
                <w:szCs w:val="20"/>
              </w:rPr>
              <w:t>ozsvícením</w:t>
            </w:r>
          </w:p>
        </w:tc>
        <w:tc>
          <w:tcPr>
            <w:tcW w:w="2552" w:type="dxa"/>
          </w:tcPr>
          <w:p w14:paraId="116A20B3" w14:textId="77777777" w:rsidR="007F283A" w:rsidRDefault="007F283A" w:rsidP="007F283A"/>
        </w:tc>
        <w:tc>
          <w:tcPr>
            <w:tcW w:w="2546" w:type="dxa"/>
          </w:tcPr>
          <w:p w14:paraId="2F75290D" w14:textId="77777777" w:rsidR="007F283A" w:rsidRDefault="007F283A" w:rsidP="007F283A"/>
        </w:tc>
      </w:tr>
      <w:tr w:rsidR="007F283A" w14:paraId="5F5FF8FE" w14:textId="77777777" w:rsidTr="007F283A">
        <w:tc>
          <w:tcPr>
            <w:tcW w:w="3964" w:type="dxa"/>
          </w:tcPr>
          <w:p w14:paraId="7AD61570" w14:textId="757EF923" w:rsidR="007F283A" w:rsidRPr="0014708C" w:rsidRDefault="0014708C" w:rsidP="0014708C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rezervní kolo</w:t>
            </w:r>
          </w:p>
        </w:tc>
        <w:tc>
          <w:tcPr>
            <w:tcW w:w="2552" w:type="dxa"/>
          </w:tcPr>
          <w:p w14:paraId="02016B05" w14:textId="77777777" w:rsidR="007F283A" w:rsidRDefault="007F283A" w:rsidP="007F283A"/>
        </w:tc>
        <w:tc>
          <w:tcPr>
            <w:tcW w:w="2546" w:type="dxa"/>
          </w:tcPr>
          <w:p w14:paraId="0B733FB7" w14:textId="77777777" w:rsidR="007F283A" w:rsidRDefault="007F283A" w:rsidP="007F283A"/>
        </w:tc>
      </w:tr>
      <w:tr w:rsidR="007F283A" w14:paraId="793A8406" w14:textId="77777777" w:rsidTr="007F283A">
        <w:tc>
          <w:tcPr>
            <w:tcW w:w="3964" w:type="dxa"/>
          </w:tcPr>
          <w:p w14:paraId="7FE00ADE" w14:textId="170BD65F" w:rsidR="007F283A" w:rsidRPr="0014708C" w:rsidRDefault="0014708C" w:rsidP="0014708C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pětidveřové provedení</w:t>
            </w:r>
            <w:r w:rsidR="00C21FAA">
              <w:rPr>
                <w:rFonts w:ascii="ArialMT" w:hAnsi="ArialMT" w:cs="ArialMT"/>
                <w:sz w:val="20"/>
                <w:szCs w:val="20"/>
              </w:rPr>
              <w:t xml:space="preserve"> (SUV)</w:t>
            </w:r>
          </w:p>
        </w:tc>
        <w:tc>
          <w:tcPr>
            <w:tcW w:w="2552" w:type="dxa"/>
          </w:tcPr>
          <w:p w14:paraId="510DD910" w14:textId="77777777" w:rsidR="007F283A" w:rsidRDefault="007F283A" w:rsidP="007F283A"/>
        </w:tc>
        <w:tc>
          <w:tcPr>
            <w:tcW w:w="2546" w:type="dxa"/>
          </w:tcPr>
          <w:p w14:paraId="1B4D22BE" w14:textId="77777777" w:rsidR="007F283A" w:rsidRDefault="007F283A" w:rsidP="007F283A"/>
        </w:tc>
      </w:tr>
      <w:tr w:rsidR="007F283A" w14:paraId="48C443E9" w14:textId="77777777" w:rsidTr="007F283A">
        <w:tc>
          <w:tcPr>
            <w:tcW w:w="3964" w:type="dxa"/>
          </w:tcPr>
          <w:p w14:paraId="54E7D270" w14:textId="6B820F5B" w:rsidR="007F283A" w:rsidRPr="0014708C" w:rsidRDefault="0014708C" w:rsidP="0014708C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počet míst k sezení 5</w:t>
            </w:r>
          </w:p>
        </w:tc>
        <w:tc>
          <w:tcPr>
            <w:tcW w:w="2552" w:type="dxa"/>
          </w:tcPr>
          <w:p w14:paraId="5C81010E" w14:textId="77777777" w:rsidR="007F283A" w:rsidRDefault="007F283A" w:rsidP="007F283A"/>
        </w:tc>
        <w:tc>
          <w:tcPr>
            <w:tcW w:w="2546" w:type="dxa"/>
          </w:tcPr>
          <w:p w14:paraId="5C126547" w14:textId="77777777" w:rsidR="007F283A" w:rsidRDefault="007F283A" w:rsidP="007F283A"/>
        </w:tc>
      </w:tr>
      <w:tr w:rsidR="007F283A" w14:paraId="26F07BC1" w14:textId="77777777" w:rsidTr="007F283A">
        <w:tc>
          <w:tcPr>
            <w:tcW w:w="3964" w:type="dxa"/>
          </w:tcPr>
          <w:p w14:paraId="2C6E29CC" w14:textId="13E064B5" w:rsidR="00C21FAA" w:rsidRPr="00C21FAA" w:rsidRDefault="0014708C" w:rsidP="00C21FAA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17“</w:t>
            </w:r>
            <w:r w:rsidR="00C21FAA">
              <w:rPr>
                <w:rFonts w:ascii="ArialMT" w:hAnsi="ArialMT" w:cs="ArialMT"/>
                <w:sz w:val="20"/>
                <w:szCs w:val="20"/>
              </w:rPr>
              <w:t xml:space="preserve"> kola z lehké slitiny</w:t>
            </w:r>
          </w:p>
        </w:tc>
        <w:tc>
          <w:tcPr>
            <w:tcW w:w="2552" w:type="dxa"/>
          </w:tcPr>
          <w:p w14:paraId="19463D05" w14:textId="77777777" w:rsidR="007F283A" w:rsidRDefault="007F283A" w:rsidP="007F283A"/>
        </w:tc>
        <w:tc>
          <w:tcPr>
            <w:tcW w:w="2546" w:type="dxa"/>
          </w:tcPr>
          <w:p w14:paraId="369FAE5A" w14:textId="77777777" w:rsidR="007F283A" w:rsidRDefault="007F283A" w:rsidP="007F283A"/>
        </w:tc>
      </w:tr>
      <w:tr w:rsidR="007F283A" w14:paraId="142896C4" w14:textId="77777777" w:rsidTr="007F283A">
        <w:tc>
          <w:tcPr>
            <w:tcW w:w="3964" w:type="dxa"/>
          </w:tcPr>
          <w:p w14:paraId="72C85268" w14:textId="75EC0FFB" w:rsidR="007F283A" w:rsidRPr="00C21FAA" w:rsidRDefault="00C21FAA" w:rsidP="00C21FAA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sklopné zadní sedadlo, dělené</w:t>
            </w:r>
          </w:p>
        </w:tc>
        <w:tc>
          <w:tcPr>
            <w:tcW w:w="2552" w:type="dxa"/>
          </w:tcPr>
          <w:p w14:paraId="0A0E61EF" w14:textId="77777777" w:rsidR="007F283A" w:rsidRDefault="007F283A" w:rsidP="007F283A"/>
        </w:tc>
        <w:tc>
          <w:tcPr>
            <w:tcW w:w="2546" w:type="dxa"/>
          </w:tcPr>
          <w:p w14:paraId="64CFD4EE" w14:textId="77777777" w:rsidR="007F283A" w:rsidRDefault="007F283A" w:rsidP="007F283A"/>
        </w:tc>
      </w:tr>
      <w:tr w:rsidR="007F283A" w14:paraId="4BAAAE98" w14:textId="77777777" w:rsidTr="007F283A">
        <w:tc>
          <w:tcPr>
            <w:tcW w:w="3964" w:type="dxa"/>
          </w:tcPr>
          <w:p w14:paraId="742C8AAF" w14:textId="01AFB88F" w:rsidR="007F283A" w:rsidRPr="00C21FAA" w:rsidRDefault="00C21FAA" w:rsidP="00C21FAA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vnější zpětná zrcátka elektricky ovládaná a vyhřívaná</w:t>
            </w:r>
          </w:p>
        </w:tc>
        <w:tc>
          <w:tcPr>
            <w:tcW w:w="2552" w:type="dxa"/>
          </w:tcPr>
          <w:p w14:paraId="6BD13F3A" w14:textId="77777777" w:rsidR="007F283A" w:rsidRDefault="007F283A" w:rsidP="007F283A"/>
        </w:tc>
        <w:tc>
          <w:tcPr>
            <w:tcW w:w="2546" w:type="dxa"/>
          </w:tcPr>
          <w:p w14:paraId="55738463" w14:textId="77777777" w:rsidR="007F283A" w:rsidRDefault="007F283A" w:rsidP="007F283A"/>
        </w:tc>
      </w:tr>
      <w:tr w:rsidR="007F283A" w14:paraId="79C7F0F5" w14:textId="77777777" w:rsidTr="007F283A">
        <w:tc>
          <w:tcPr>
            <w:tcW w:w="3964" w:type="dxa"/>
          </w:tcPr>
          <w:p w14:paraId="6DF8D4E2" w14:textId="2A8E9209" w:rsidR="007F283A" w:rsidRPr="00C21FAA" w:rsidRDefault="00C21FAA" w:rsidP="00C21FAA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zrcadlení telefonu – Android auto, Apple car play</w:t>
            </w:r>
          </w:p>
        </w:tc>
        <w:tc>
          <w:tcPr>
            <w:tcW w:w="2552" w:type="dxa"/>
          </w:tcPr>
          <w:p w14:paraId="7E0BCFDE" w14:textId="77777777" w:rsidR="007F283A" w:rsidRDefault="007F283A" w:rsidP="007F283A"/>
        </w:tc>
        <w:tc>
          <w:tcPr>
            <w:tcW w:w="2546" w:type="dxa"/>
          </w:tcPr>
          <w:p w14:paraId="26327BE6" w14:textId="77777777" w:rsidR="007F283A" w:rsidRDefault="007F283A" w:rsidP="007F283A"/>
        </w:tc>
      </w:tr>
      <w:tr w:rsidR="007F283A" w14:paraId="6567C91C" w14:textId="77777777" w:rsidTr="007F283A">
        <w:tc>
          <w:tcPr>
            <w:tcW w:w="3964" w:type="dxa"/>
          </w:tcPr>
          <w:p w14:paraId="42730524" w14:textId="653D9475" w:rsidR="007F283A" w:rsidRPr="00E45D3F" w:rsidRDefault="00E45D3F" w:rsidP="00E45D3F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lastRenderedPageBreak/>
              <w:t>přední a zadní parkovací senzory se zabrzděním nárazu</w:t>
            </w:r>
          </w:p>
        </w:tc>
        <w:tc>
          <w:tcPr>
            <w:tcW w:w="2552" w:type="dxa"/>
          </w:tcPr>
          <w:p w14:paraId="5198FFA8" w14:textId="77777777" w:rsidR="007F283A" w:rsidRDefault="007F283A" w:rsidP="007F283A"/>
        </w:tc>
        <w:tc>
          <w:tcPr>
            <w:tcW w:w="2546" w:type="dxa"/>
          </w:tcPr>
          <w:p w14:paraId="7594B81B" w14:textId="77777777" w:rsidR="007F283A" w:rsidRDefault="007F283A" w:rsidP="007F283A"/>
        </w:tc>
      </w:tr>
      <w:tr w:rsidR="00E45D3F" w14:paraId="2C2EC1FF" w14:textId="77777777" w:rsidTr="007F283A">
        <w:tc>
          <w:tcPr>
            <w:tcW w:w="3964" w:type="dxa"/>
          </w:tcPr>
          <w:p w14:paraId="261FB8FB" w14:textId="42321171" w:rsidR="00E45D3F" w:rsidRDefault="00E45D3F" w:rsidP="00E45D3F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sledování slepého úhlu</w:t>
            </w:r>
          </w:p>
        </w:tc>
        <w:tc>
          <w:tcPr>
            <w:tcW w:w="2552" w:type="dxa"/>
          </w:tcPr>
          <w:p w14:paraId="2A083ADE" w14:textId="77777777" w:rsidR="00E45D3F" w:rsidRDefault="00E45D3F" w:rsidP="007F283A"/>
        </w:tc>
        <w:tc>
          <w:tcPr>
            <w:tcW w:w="2546" w:type="dxa"/>
          </w:tcPr>
          <w:p w14:paraId="18C72DA5" w14:textId="77777777" w:rsidR="00E45D3F" w:rsidRDefault="00E45D3F" w:rsidP="007F283A"/>
        </w:tc>
      </w:tr>
      <w:tr w:rsidR="00E45D3F" w14:paraId="644CD80E" w14:textId="77777777" w:rsidTr="007F283A">
        <w:tc>
          <w:tcPr>
            <w:tcW w:w="3964" w:type="dxa"/>
          </w:tcPr>
          <w:p w14:paraId="6DC844AA" w14:textId="5AFAEAD9" w:rsidR="00E45D3F" w:rsidRDefault="00E45D3F" w:rsidP="00E45D3F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asistent pro bezpečné opuštění vozidla</w:t>
            </w:r>
          </w:p>
        </w:tc>
        <w:tc>
          <w:tcPr>
            <w:tcW w:w="2552" w:type="dxa"/>
          </w:tcPr>
          <w:p w14:paraId="36FF2798" w14:textId="77777777" w:rsidR="00E45D3F" w:rsidRDefault="00E45D3F" w:rsidP="007F283A"/>
        </w:tc>
        <w:tc>
          <w:tcPr>
            <w:tcW w:w="2546" w:type="dxa"/>
          </w:tcPr>
          <w:p w14:paraId="759EB32E" w14:textId="77777777" w:rsidR="00E45D3F" w:rsidRDefault="00E45D3F" w:rsidP="007F283A"/>
        </w:tc>
      </w:tr>
      <w:tr w:rsidR="00E45D3F" w14:paraId="26A712D3" w14:textId="77777777" w:rsidTr="007F283A">
        <w:tc>
          <w:tcPr>
            <w:tcW w:w="3964" w:type="dxa"/>
          </w:tcPr>
          <w:p w14:paraId="2F44EB9B" w14:textId="77777777" w:rsidR="00E45D3F" w:rsidRDefault="00E45D3F" w:rsidP="00E45D3F">
            <w:pPr>
              <w:pStyle w:val="Odstavecseseznamem"/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20F77DF" w14:textId="77777777" w:rsidR="00E45D3F" w:rsidRDefault="00E45D3F" w:rsidP="007F283A"/>
        </w:tc>
        <w:tc>
          <w:tcPr>
            <w:tcW w:w="2546" w:type="dxa"/>
          </w:tcPr>
          <w:p w14:paraId="26766255" w14:textId="77777777" w:rsidR="00E45D3F" w:rsidRDefault="00E45D3F" w:rsidP="007F283A"/>
        </w:tc>
      </w:tr>
      <w:tr w:rsidR="007F283A" w14:paraId="3534A4AE" w14:textId="77777777" w:rsidTr="007F283A">
        <w:tc>
          <w:tcPr>
            <w:tcW w:w="3964" w:type="dxa"/>
          </w:tcPr>
          <w:p w14:paraId="599B2730" w14:textId="77777777" w:rsidR="007F283A" w:rsidRPr="007F283A" w:rsidRDefault="007F283A" w:rsidP="007F283A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  <w:highlight w:val="yellow"/>
              </w:rPr>
            </w:pPr>
            <w:r w:rsidRPr="00094908">
              <w:rPr>
                <w:rFonts w:ascii="ArialMT" w:hAnsi="ArialMT" w:cs="ArialMT"/>
                <w:b/>
                <w:sz w:val="20"/>
                <w:szCs w:val="20"/>
              </w:rPr>
              <w:t>4. exteriér a interiér:</w:t>
            </w:r>
          </w:p>
        </w:tc>
        <w:tc>
          <w:tcPr>
            <w:tcW w:w="2552" w:type="dxa"/>
          </w:tcPr>
          <w:p w14:paraId="303B4B7C" w14:textId="77777777" w:rsidR="007F283A" w:rsidRDefault="007F283A" w:rsidP="007F283A"/>
        </w:tc>
        <w:tc>
          <w:tcPr>
            <w:tcW w:w="2546" w:type="dxa"/>
          </w:tcPr>
          <w:p w14:paraId="6DCB8EDD" w14:textId="77777777" w:rsidR="007F283A" w:rsidRDefault="007F283A" w:rsidP="007F283A"/>
        </w:tc>
      </w:tr>
      <w:tr w:rsidR="007F283A" w14:paraId="548870E4" w14:textId="77777777" w:rsidTr="007F283A">
        <w:tc>
          <w:tcPr>
            <w:tcW w:w="3964" w:type="dxa"/>
          </w:tcPr>
          <w:p w14:paraId="3DFC89E6" w14:textId="77777777" w:rsidR="00C21FAA" w:rsidRDefault="00C21FAA" w:rsidP="00C21FAA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dálkové ovládání klimatizace, </w:t>
            </w:r>
          </w:p>
          <w:p w14:paraId="3F9E6C5F" w14:textId="4066ACB6" w:rsidR="007F283A" w:rsidRPr="00C21FAA" w:rsidRDefault="00C21FAA" w:rsidP="00C21FAA">
            <w:pPr>
              <w:pStyle w:val="Odstavecseseznamem"/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2 – zónová</w:t>
            </w:r>
          </w:p>
        </w:tc>
        <w:tc>
          <w:tcPr>
            <w:tcW w:w="2552" w:type="dxa"/>
          </w:tcPr>
          <w:p w14:paraId="3BB04517" w14:textId="77777777" w:rsidR="007F283A" w:rsidRDefault="007F283A" w:rsidP="007F283A"/>
        </w:tc>
        <w:tc>
          <w:tcPr>
            <w:tcW w:w="2546" w:type="dxa"/>
          </w:tcPr>
          <w:p w14:paraId="74574F41" w14:textId="77777777" w:rsidR="007F283A" w:rsidRDefault="007F283A" w:rsidP="007F283A"/>
        </w:tc>
      </w:tr>
      <w:tr w:rsidR="007F283A" w14:paraId="2A5D57B3" w14:textId="77777777" w:rsidTr="007F283A">
        <w:tc>
          <w:tcPr>
            <w:tcW w:w="3964" w:type="dxa"/>
          </w:tcPr>
          <w:p w14:paraId="115FB379" w14:textId="07ABA1B1" w:rsidR="007F283A" w:rsidRDefault="007F283A" w:rsidP="00C21FAA"/>
        </w:tc>
        <w:tc>
          <w:tcPr>
            <w:tcW w:w="2552" w:type="dxa"/>
          </w:tcPr>
          <w:p w14:paraId="1F74D7DD" w14:textId="77777777" w:rsidR="007F283A" w:rsidRDefault="007F283A" w:rsidP="007F283A"/>
        </w:tc>
        <w:tc>
          <w:tcPr>
            <w:tcW w:w="2546" w:type="dxa"/>
          </w:tcPr>
          <w:p w14:paraId="608A07E2" w14:textId="77777777" w:rsidR="007F283A" w:rsidRDefault="007F283A" w:rsidP="007F283A"/>
        </w:tc>
      </w:tr>
      <w:tr w:rsidR="007F283A" w14:paraId="1B1BB35C" w14:textId="77777777" w:rsidTr="007F283A">
        <w:tc>
          <w:tcPr>
            <w:tcW w:w="3964" w:type="dxa"/>
          </w:tcPr>
          <w:p w14:paraId="1A532F13" w14:textId="77777777" w:rsidR="007F283A" w:rsidRPr="007F283A" w:rsidRDefault="007F283A" w:rsidP="007F283A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  <w:highlight w:val="yellow"/>
              </w:rPr>
            </w:pPr>
            <w:r w:rsidRPr="00094908">
              <w:rPr>
                <w:rFonts w:ascii="ArialMT" w:hAnsi="ArialMT" w:cs="ArialMT"/>
                <w:b/>
                <w:sz w:val="20"/>
                <w:szCs w:val="20"/>
              </w:rPr>
              <w:t>Servis a záruky:</w:t>
            </w:r>
          </w:p>
        </w:tc>
        <w:tc>
          <w:tcPr>
            <w:tcW w:w="2552" w:type="dxa"/>
          </w:tcPr>
          <w:p w14:paraId="0441B676" w14:textId="77777777" w:rsidR="007F283A" w:rsidRDefault="007F283A" w:rsidP="007F283A"/>
        </w:tc>
        <w:tc>
          <w:tcPr>
            <w:tcW w:w="2546" w:type="dxa"/>
          </w:tcPr>
          <w:p w14:paraId="68017613" w14:textId="77777777" w:rsidR="007F283A" w:rsidRDefault="007F283A" w:rsidP="007F283A"/>
        </w:tc>
      </w:tr>
      <w:tr w:rsidR="007F283A" w14:paraId="1616984B" w14:textId="77777777" w:rsidTr="007F283A">
        <w:tc>
          <w:tcPr>
            <w:tcW w:w="3964" w:type="dxa"/>
          </w:tcPr>
          <w:p w14:paraId="10BC9EF3" w14:textId="53ECE579" w:rsidR="007F283A" w:rsidRDefault="00C21FAA" w:rsidP="00C21FAA">
            <w:pPr>
              <w:pStyle w:val="Odstavecseseznamem"/>
              <w:numPr>
                <w:ilvl w:val="0"/>
                <w:numId w:val="6"/>
              </w:numPr>
            </w:pPr>
            <w:r>
              <w:t>záruka min. 3 roky / 100 000 km</w:t>
            </w:r>
          </w:p>
        </w:tc>
        <w:tc>
          <w:tcPr>
            <w:tcW w:w="2552" w:type="dxa"/>
          </w:tcPr>
          <w:p w14:paraId="2F2A918B" w14:textId="77777777" w:rsidR="007F283A" w:rsidRDefault="007F283A" w:rsidP="007F283A"/>
        </w:tc>
        <w:tc>
          <w:tcPr>
            <w:tcW w:w="2546" w:type="dxa"/>
          </w:tcPr>
          <w:p w14:paraId="0F1E3CFE" w14:textId="77777777" w:rsidR="007F283A" w:rsidRDefault="007F283A" w:rsidP="007F283A"/>
        </w:tc>
      </w:tr>
      <w:tr w:rsidR="007F283A" w14:paraId="0838B276" w14:textId="77777777" w:rsidTr="007F283A">
        <w:tc>
          <w:tcPr>
            <w:tcW w:w="3964" w:type="dxa"/>
          </w:tcPr>
          <w:p w14:paraId="7BDD3BAD" w14:textId="076B12C2" w:rsidR="007F283A" w:rsidRPr="00C21FAA" w:rsidRDefault="00C21FAA" w:rsidP="00C21FAA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hybridní systém</w:t>
            </w:r>
          </w:p>
        </w:tc>
        <w:tc>
          <w:tcPr>
            <w:tcW w:w="2552" w:type="dxa"/>
          </w:tcPr>
          <w:p w14:paraId="71475228" w14:textId="77777777" w:rsidR="007F283A" w:rsidRDefault="007F283A" w:rsidP="007F283A"/>
        </w:tc>
        <w:tc>
          <w:tcPr>
            <w:tcW w:w="2546" w:type="dxa"/>
          </w:tcPr>
          <w:p w14:paraId="5827C18A" w14:textId="77777777" w:rsidR="007F283A" w:rsidRDefault="007F283A" w:rsidP="007F283A"/>
        </w:tc>
      </w:tr>
      <w:tr w:rsidR="005A2FFF" w14:paraId="184D2461" w14:textId="77777777" w:rsidTr="007F283A">
        <w:tc>
          <w:tcPr>
            <w:tcW w:w="3964" w:type="dxa"/>
          </w:tcPr>
          <w:p w14:paraId="70369262" w14:textId="77777777" w:rsidR="005A2FFF" w:rsidRDefault="005A2FFF" w:rsidP="005A2FFF">
            <w:pPr>
              <w:pStyle w:val="Odstavecseseznamem"/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89AC018" w14:textId="77777777" w:rsidR="005A2FFF" w:rsidRDefault="005A2FFF" w:rsidP="007F283A"/>
        </w:tc>
        <w:tc>
          <w:tcPr>
            <w:tcW w:w="2546" w:type="dxa"/>
          </w:tcPr>
          <w:p w14:paraId="63C85AB8" w14:textId="77777777" w:rsidR="005A2FFF" w:rsidRDefault="005A2FFF" w:rsidP="007F283A"/>
        </w:tc>
      </w:tr>
      <w:tr w:rsidR="007F283A" w14:paraId="3DAAB268" w14:textId="77777777" w:rsidTr="007F283A">
        <w:tc>
          <w:tcPr>
            <w:tcW w:w="3964" w:type="dxa"/>
          </w:tcPr>
          <w:p w14:paraId="02231EDB" w14:textId="77777777" w:rsidR="007F283A" w:rsidRPr="007F283A" w:rsidRDefault="007F283A" w:rsidP="007F283A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  <w:highlight w:val="yellow"/>
              </w:rPr>
            </w:pPr>
            <w:r w:rsidRPr="00094908">
              <w:rPr>
                <w:rFonts w:ascii="ArialMT" w:hAnsi="ArialMT" w:cs="ArialMT"/>
                <w:b/>
                <w:sz w:val="20"/>
                <w:szCs w:val="20"/>
              </w:rPr>
              <w:t>Minimální náležitosti smlouvy o leasingu:</w:t>
            </w:r>
          </w:p>
        </w:tc>
        <w:tc>
          <w:tcPr>
            <w:tcW w:w="2552" w:type="dxa"/>
          </w:tcPr>
          <w:p w14:paraId="18635DB3" w14:textId="77777777" w:rsidR="007F283A" w:rsidRDefault="007F283A" w:rsidP="007F283A"/>
        </w:tc>
        <w:tc>
          <w:tcPr>
            <w:tcW w:w="2546" w:type="dxa"/>
          </w:tcPr>
          <w:p w14:paraId="370E60F7" w14:textId="77777777" w:rsidR="007F283A" w:rsidRDefault="007F283A" w:rsidP="007F283A"/>
        </w:tc>
      </w:tr>
      <w:tr w:rsidR="007F283A" w14:paraId="7AA176E9" w14:textId="77777777" w:rsidTr="007F283A">
        <w:tc>
          <w:tcPr>
            <w:tcW w:w="3964" w:type="dxa"/>
          </w:tcPr>
          <w:p w14:paraId="588B0EFB" w14:textId="0EBBFF35" w:rsidR="007F283A" w:rsidRPr="004002B5" w:rsidRDefault="007F283A" w:rsidP="0085492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4002B5">
              <w:rPr>
                <w:rFonts w:ascii="ArialMT" w:hAnsi="ArialMT" w:cs="ArialMT"/>
                <w:sz w:val="20"/>
                <w:szCs w:val="20"/>
              </w:rPr>
              <w:t xml:space="preserve">1) doba leasingu: </w:t>
            </w:r>
            <w:r w:rsidR="00E6199C">
              <w:rPr>
                <w:rFonts w:ascii="ArialMT" w:hAnsi="ArialMT" w:cs="ArialMT"/>
                <w:sz w:val="20"/>
                <w:szCs w:val="20"/>
              </w:rPr>
              <w:t>60 měsíců</w:t>
            </w:r>
          </w:p>
        </w:tc>
        <w:tc>
          <w:tcPr>
            <w:tcW w:w="2552" w:type="dxa"/>
          </w:tcPr>
          <w:p w14:paraId="69CA8CCC" w14:textId="77777777" w:rsidR="007F283A" w:rsidRDefault="007F283A" w:rsidP="007F283A"/>
        </w:tc>
        <w:tc>
          <w:tcPr>
            <w:tcW w:w="2546" w:type="dxa"/>
          </w:tcPr>
          <w:p w14:paraId="1A88513E" w14:textId="77777777" w:rsidR="007F283A" w:rsidRDefault="007F283A" w:rsidP="007F283A"/>
        </w:tc>
      </w:tr>
      <w:tr w:rsidR="007F283A" w14:paraId="1C55D743" w14:textId="77777777" w:rsidTr="007F283A">
        <w:tc>
          <w:tcPr>
            <w:tcW w:w="3964" w:type="dxa"/>
          </w:tcPr>
          <w:p w14:paraId="1F5BBC1D" w14:textId="0B051380" w:rsidR="007F283A" w:rsidRPr="004002B5" w:rsidRDefault="007F283A" w:rsidP="0085492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4002B5">
              <w:rPr>
                <w:rFonts w:ascii="ArialMT" w:hAnsi="ArialMT" w:cs="ArialMT"/>
                <w:sz w:val="20"/>
                <w:szCs w:val="20"/>
              </w:rPr>
              <w:t xml:space="preserve">2) předpokládaný počet najetých kilometrů za rok: </w:t>
            </w:r>
            <w:r w:rsidR="00E6199C">
              <w:rPr>
                <w:rFonts w:ascii="ArialMT" w:hAnsi="ArialMT" w:cs="ArialMT"/>
                <w:sz w:val="20"/>
                <w:szCs w:val="20"/>
              </w:rPr>
              <w:t>15 000</w:t>
            </w:r>
          </w:p>
        </w:tc>
        <w:tc>
          <w:tcPr>
            <w:tcW w:w="2552" w:type="dxa"/>
          </w:tcPr>
          <w:p w14:paraId="1D4C5491" w14:textId="77777777" w:rsidR="007F283A" w:rsidRDefault="007F283A" w:rsidP="007F283A"/>
        </w:tc>
        <w:tc>
          <w:tcPr>
            <w:tcW w:w="2546" w:type="dxa"/>
          </w:tcPr>
          <w:p w14:paraId="145502B7" w14:textId="77777777" w:rsidR="007F283A" w:rsidRDefault="007F283A" w:rsidP="007F283A"/>
        </w:tc>
      </w:tr>
      <w:tr w:rsidR="007F283A" w14:paraId="0F9E8970" w14:textId="77777777" w:rsidTr="007F283A">
        <w:tc>
          <w:tcPr>
            <w:tcW w:w="3964" w:type="dxa"/>
          </w:tcPr>
          <w:p w14:paraId="242FE255" w14:textId="77777777" w:rsidR="007F283A" w:rsidRPr="004002B5" w:rsidRDefault="007F283A" w:rsidP="007F283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4002B5">
              <w:rPr>
                <w:rFonts w:ascii="ArialMT" w:hAnsi="ArialMT" w:cs="ArialMT"/>
                <w:sz w:val="20"/>
                <w:szCs w:val="20"/>
              </w:rPr>
              <w:t>3) nový vůz</w:t>
            </w:r>
          </w:p>
        </w:tc>
        <w:tc>
          <w:tcPr>
            <w:tcW w:w="2552" w:type="dxa"/>
          </w:tcPr>
          <w:p w14:paraId="5C0AAB2C" w14:textId="77777777" w:rsidR="007F283A" w:rsidRDefault="007F283A" w:rsidP="007F283A"/>
        </w:tc>
        <w:tc>
          <w:tcPr>
            <w:tcW w:w="2546" w:type="dxa"/>
          </w:tcPr>
          <w:p w14:paraId="20559E17" w14:textId="77777777" w:rsidR="007F283A" w:rsidRDefault="007F283A" w:rsidP="007F283A"/>
        </w:tc>
      </w:tr>
      <w:tr w:rsidR="007F283A" w14:paraId="340C3EC9" w14:textId="77777777" w:rsidTr="007F283A">
        <w:tc>
          <w:tcPr>
            <w:tcW w:w="3964" w:type="dxa"/>
          </w:tcPr>
          <w:p w14:paraId="500B4030" w14:textId="77777777" w:rsidR="007F283A" w:rsidRPr="00C6284B" w:rsidRDefault="007F283A" w:rsidP="007F283A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  <w:r w:rsidRPr="00C6284B">
              <w:rPr>
                <w:rFonts w:ascii="ArialMT" w:hAnsi="ArialMT" w:cs="ArialMT"/>
                <w:b/>
                <w:sz w:val="20"/>
                <w:szCs w:val="20"/>
              </w:rPr>
              <w:t>4) součástí měsíční splátky leasingu musí být minimálně:</w:t>
            </w:r>
          </w:p>
        </w:tc>
        <w:tc>
          <w:tcPr>
            <w:tcW w:w="2552" w:type="dxa"/>
          </w:tcPr>
          <w:p w14:paraId="5AAA5B9C" w14:textId="77777777" w:rsidR="007F283A" w:rsidRDefault="007F283A" w:rsidP="007F283A"/>
        </w:tc>
        <w:tc>
          <w:tcPr>
            <w:tcW w:w="2546" w:type="dxa"/>
          </w:tcPr>
          <w:p w14:paraId="54895845" w14:textId="77777777" w:rsidR="007F283A" w:rsidRDefault="007F283A" w:rsidP="007F283A"/>
        </w:tc>
      </w:tr>
      <w:tr w:rsidR="007F283A" w14:paraId="632CB3DA" w14:textId="77777777" w:rsidTr="007F283A">
        <w:tc>
          <w:tcPr>
            <w:tcW w:w="3964" w:type="dxa"/>
          </w:tcPr>
          <w:p w14:paraId="54D17830" w14:textId="77777777" w:rsidR="007F283A" w:rsidRPr="004002B5" w:rsidRDefault="007F283A" w:rsidP="007F283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4002B5">
              <w:rPr>
                <w:rFonts w:ascii="ArialMT" w:hAnsi="ArialMT" w:cs="ArialMT"/>
                <w:sz w:val="20"/>
                <w:szCs w:val="20"/>
              </w:rPr>
              <w:t>a) povinné ručení</w:t>
            </w:r>
          </w:p>
        </w:tc>
        <w:tc>
          <w:tcPr>
            <w:tcW w:w="2552" w:type="dxa"/>
          </w:tcPr>
          <w:p w14:paraId="02FCBB1C" w14:textId="77777777" w:rsidR="007F283A" w:rsidRDefault="007F283A" w:rsidP="007F283A"/>
        </w:tc>
        <w:tc>
          <w:tcPr>
            <w:tcW w:w="2546" w:type="dxa"/>
          </w:tcPr>
          <w:p w14:paraId="34A2C357" w14:textId="77777777" w:rsidR="007F283A" w:rsidRDefault="007F283A" w:rsidP="007F283A"/>
        </w:tc>
      </w:tr>
      <w:tr w:rsidR="007F283A" w14:paraId="7B56898B" w14:textId="77777777" w:rsidTr="007F283A">
        <w:tc>
          <w:tcPr>
            <w:tcW w:w="3964" w:type="dxa"/>
          </w:tcPr>
          <w:p w14:paraId="44FC9B78" w14:textId="77777777" w:rsidR="007F283A" w:rsidRPr="004002B5" w:rsidRDefault="007F283A" w:rsidP="007F283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4002B5">
              <w:rPr>
                <w:rFonts w:ascii="ArialMT" w:hAnsi="ArialMT" w:cs="ArialMT"/>
                <w:sz w:val="20"/>
                <w:szCs w:val="20"/>
              </w:rPr>
              <w:t>b) havarijní pojištění s maximální spoluúčastí 10 %</w:t>
            </w:r>
          </w:p>
        </w:tc>
        <w:tc>
          <w:tcPr>
            <w:tcW w:w="2552" w:type="dxa"/>
          </w:tcPr>
          <w:p w14:paraId="29E52C4D" w14:textId="77777777" w:rsidR="007F283A" w:rsidRDefault="007F283A" w:rsidP="007F283A"/>
        </w:tc>
        <w:tc>
          <w:tcPr>
            <w:tcW w:w="2546" w:type="dxa"/>
          </w:tcPr>
          <w:p w14:paraId="57E15A6A" w14:textId="77777777" w:rsidR="007F283A" w:rsidRDefault="007F283A" w:rsidP="007F283A"/>
        </w:tc>
      </w:tr>
      <w:tr w:rsidR="007F283A" w14:paraId="3C420132" w14:textId="77777777" w:rsidTr="007F283A">
        <w:tc>
          <w:tcPr>
            <w:tcW w:w="3964" w:type="dxa"/>
          </w:tcPr>
          <w:p w14:paraId="41E78F0F" w14:textId="77777777" w:rsidR="007F283A" w:rsidRPr="004002B5" w:rsidRDefault="007F283A" w:rsidP="007F283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4002B5">
              <w:rPr>
                <w:rFonts w:ascii="ArialMT" w:hAnsi="ArialMT" w:cs="ArialMT"/>
                <w:sz w:val="20"/>
                <w:szCs w:val="20"/>
              </w:rPr>
              <w:t>c) pojištění skel</w:t>
            </w:r>
          </w:p>
        </w:tc>
        <w:tc>
          <w:tcPr>
            <w:tcW w:w="2552" w:type="dxa"/>
          </w:tcPr>
          <w:p w14:paraId="6B680C23" w14:textId="77777777" w:rsidR="007F283A" w:rsidRDefault="007F283A" w:rsidP="007F283A"/>
        </w:tc>
        <w:tc>
          <w:tcPr>
            <w:tcW w:w="2546" w:type="dxa"/>
          </w:tcPr>
          <w:p w14:paraId="11A684D1" w14:textId="77777777" w:rsidR="007F283A" w:rsidRDefault="007F283A" w:rsidP="007F283A"/>
        </w:tc>
      </w:tr>
      <w:tr w:rsidR="007F283A" w14:paraId="1740DB2B" w14:textId="77777777" w:rsidTr="007F283A">
        <w:tc>
          <w:tcPr>
            <w:tcW w:w="3964" w:type="dxa"/>
          </w:tcPr>
          <w:p w14:paraId="4B34A8A4" w14:textId="77777777" w:rsidR="007F283A" w:rsidRPr="004002B5" w:rsidRDefault="007F283A" w:rsidP="007F283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4002B5">
              <w:rPr>
                <w:rFonts w:ascii="ArialMT" w:hAnsi="ArialMT" w:cs="ArialMT"/>
                <w:sz w:val="20"/>
                <w:szCs w:val="20"/>
              </w:rPr>
              <w:t>d) náhradního vozidla stejné kategorie ihned</w:t>
            </w:r>
          </w:p>
        </w:tc>
        <w:tc>
          <w:tcPr>
            <w:tcW w:w="2552" w:type="dxa"/>
          </w:tcPr>
          <w:p w14:paraId="3E366E60" w14:textId="77777777" w:rsidR="007F283A" w:rsidRDefault="007F283A" w:rsidP="007F283A"/>
        </w:tc>
        <w:tc>
          <w:tcPr>
            <w:tcW w:w="2546" w:type="dxa"/>
          </w:tcPr>
          <w:p w14:paraId="493527B3" w14:textId="77777777" w:rsidR="007F283A" w:rsidRDefault="007F283A" w:rsidP="007F283A"/>
        </w:tc>
      </w:tr>
      <w:tr w:rsidR="007F283A" w14:paraId="1183E12E" w14:textId="77777777" w:rsidTr="007F283A">
        <w:tc>
          <w:tcPr>
            <w:tcW w:w="3964" w:type="dxa"/>
          </w:tcPr>
          <w:p w14:paraId="2E24ABA2" w14:textId="77777777" w:rsidR="007F283A" w:rsidRDefault="007F283A" w:rsidP="007F283A">
            <w:r w:rsidRPr="004002B5">
              <w:rPr>
                <w:rFonts w:ascii="ArialMT" w:hAnsi="ArialMT" w:cs="ArialMT"/>
                <w:sz w:val="20"/>
                <w:szCs w:val="20"/>
              </w:rPr>
              <w:t>e) rozhlasový poplatek</w:t>
            </w:r>
          </w:p>
        </w:tc>
        <w:tc>
          <w:tcPr>
            <w:tcW w:w="2552" w:type="dxa"/>
          </w:tcPr>
          <w:p w14:paraId="4FD9235E" w14:textId="77777777" w:rsidR="007F283A" w:rsidRDefault="007F283A" w:rsidP="007F283A"/>
        </w:tc>
        <w:tc>
          <w:tcPr>
            <w:tcW w:w="2546" w:type="dxa"/>
          </w:tcPr>
          <w:p w14:paraId="582EABDB" w14:textId="77777777" w:rsidR="007F283A" w:rsidRDefault="007F283A" w:rsidP="007F283A"/>
        </w:tc>
      </w:tr>
    </w:tbl>
    <w:p w14:paraId="0B62556A" w14:textId="77777777" w:rsidR="007F283A" w:rsidRDefault="007F283A"/>
    <w:sectPr w:rsidR="007F28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69F320" w14:textId="77777777" w:rsidR="00791F5E" w:rsidRDefault="00791F5E" w:rsidP="00C6284B">
      <w:pPr>
        <w:spacing w:after="0" w:line="240" w:lineRule="auto"/>
      </w:pPr>
      <w:r>
        <w:separator/>
      </w:r>
    </w:p>
  </w:endnote>
  <w:endnote w:type="continuationSeparator" w:id="0">
    <w:p w14:paraId="063A7BCB" w14:textId="77777777" w:rsidR="00791F5E" w:rsidRDefault="00791F5E" w:rsidP="00C62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E55137" w14:textId="77777777" w:rsidR="00791F5E" w:rsidRDefault="00791F5E" w:rsidP="00C6284B">
      <w:pPr>
        <w:spacing w:after="0" w:line="240" w:lineRule="auto"/>
      </w:pPr>
      <w:r>
        <w:separator/>
      </w:r>
    </w:p>
  </w:footnote>
  <w:footnote w:type="continuationSeparator" w:id="0">
    <w:p w14:paraId="76B67D5F" w14:textId="77777777" w:rsidR="00791F5E" w:rsidRDefault="00791F5E" w:rsidP="00C62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ED68B" w14:textId="77777777" w:rsidR="00C6284B" w:rsidRDefault="00C6284B" w:rsidP="00C6284B">
    <w:pPr>
      <w:pStyle w:val="Zhlav"/>
      <w:jc w:val="right"/>
    </w:pPr>
    <w:r>
      <w:tab/>
    </w:r>
    <w:r w:rsidR="009C5C6E">
      <w:t>Příloha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2F5F"/>
    <w:multiLevelType w:val="hybridMultilevel"/>
    <w:tmpl w:val="3B86DE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82861"/>
    <w:multiLevelType w:val="hybridMultilevel"/>
    <w:tmpl w:val="B84275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047A7"/>
    <w:multiLevelType w:val="hybridMultilevel"/>
    <w:tmpl w:val="F22874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2558F"/>
    <w:multiLevelType w:val="hybridMultilevel"/>
    <w:tmpl w:val="F6F0ED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51EAC"/>
    <w:multiLevelType w:val="hybridMultilevel"/>
    <w:tmpl w:val="37A06C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F466B"/>
    <w:multiLevelType w:val="hybridMultilevel"/>
    <w:tmpl w:val="F48C4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24E"/>
    <w:rsid w:val="00094908"/>
    <w:rsid w:val="0014708C"/>
    <w:rsid w:val="002F2FB1"/>
    <w:rsid w:val="00420F60"/>
    <w:rsid w:val="004347B4"/>
    <w:rsid w:val="00555CE8"/>
    <w:rsid w:val="00576C77"/>
    <w:rsid w:val="005A2FFF"/>
    <w:rsid w:val="006114D9"/>
    <w:rsid w:val="00647DA5"/>
    <w:rsid w:val="006D06E0"/>
    <w:rsid w:val="007258C4"/>
    <w:rsid w:val="00791F5E"/>
    <w:rsid w:val="007F283A"/>
    <w:rsid w:val="00854924"/>
    <w:rsid w:val="008F43F5"/>
    <w:rsid w:val="00980308"/>
    <w:rsid w:val="009C5C6E"/>
    <w:rsid w:val="009E0B8A"/>
    <w:rsid w:val="00A56983"/>
    <w:rsid w:val="00B11B9F"/>
    <w:rsid w:val="00B25BF5"/>
    <w:rsid w:val="00B45682"/>
    <w:rsid w:val="00C11D5B"/>
    <w:rsid w:val="00C21FAA"/>
    <w:rsid w:val="00C2724E"/>
    <w:rsid w:val="00C40907"/>
    <w:rsid w:val="00C6284B"/>
    <w:rsid w:val="00E45D3F"/>
    <w:rsid w:val="00E6199C"/>
    <w:rsid w:val="00F0124C"/>
    <w:rsid w:val="00F3655D"/>
    <w:rsid w:val="00FD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C3B7E"/>
  <w15:chartTrackingRefBased/>
  <w15:docId w15:val="{10B6C66D-AE38-4207-9808-643EB25C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F2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62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284B"/>
  </w:style>
  <w:style w:type="paragraph" w:styleId="Zpat">
    <w:name w:val="footer"/>
    <w:basedOn w:val="Normln"/>
    <w:link w:val="ZpatChar"/>
    <w:uiPriority w:val="99"/>
    <w:unhideWhenUsed/>
    <w:rsid w:val="00C62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284B"/>
  </w:style>
  <w:style w:type="paragraph" w:styleId="Textbubliny">
    <w:name w:val="Balloon Text"/>
    <w:basedOn w:val="Normln"/>
    <w:link w:val="TextbublinyChar"/>
    <w:uiPriority w:val="99"/>
    <w:semiHidden/>
    <w:unhideWhenUsed/>
    <w:rsid w:val="008F43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43F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01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DCD3020D</Template>
  <TotalTime>1</TotalTime>
  <Pages>2</Pages>
  <Words>288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Hečová Petra, Ing.</dc:creator>
  <cp:keywords/>
  <dc:description/>
  <cp:lastModifiedBy>Hečová Petra, Ing.</cp:lastModifiedBy>
  <cp:revision>3</cp:revision>
  <cp:lastPrinted>2025-10-21T11:16:00Z</cp:lastPrinted>
  <dcterms:created xsi:type="dcterms:W3CDTF">2025-10-29T08:17:00Z</dcterms:created>
  <dcterms:modified xsi:type="dcterms:W3CDTF">2025-10-31T07:19:00Z</dcterms:modified>
</cp:coreProperties>
</file>